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889687308"/>
        <w:placeholder>
          <w:docPart w:val="3DC17D55936241B690BE30257CA805A1"/>
        </w:placeholder>
        <w:text/>
      </w:sdtPr>
      <w:sdtEndPr/>
      <w:sdtContent>
        <w:p w:rsidR="00826B7B" w:rsidRPr="006C2343" w:rsidRDefault="00EB63A2" w:rsidP="00EB63A2">
          <w:pPr>
            <w:pStyle w:val="Tituldatum"/>
            <w:rPr>
              <w:highlight w:val="green"/>
            </w:rPr>
          </w:pPr>
          <w:r w:rsidRPr="00EB63A2">
            <w:rPr>
              <w:b/>
              <w:sz w:val="36"/>
            </w:rPr>
            <w:t>Optimalizace traťového úseku Děčín východ (mimo) - Děčín-Prostřední Žleb (mimo)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B63A2">
        <w:t>18. 12. 2020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60E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60E7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60E7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60E7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60E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60E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4360E7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6E3638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  <w:bookmarkStart w:id="1" w:name="_GoBack"/>
      <w:bookmarkEnd w:id="1"/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EB63A2">
      <w:pPr>
        <w:pStyle w:val="Odrka1-2-"/>
      </w:pPr>
      <w:r>
        <w:t>speciální technologie, vyplývající z postupů výstavby a omezených možností při provádění díla oproti běžným tec</w:t>
      </w:r>
      <w:r w:rsidR="00EB63A2">
        <w:t>hnologiím (např. sanační stroj)</w:t>
      </w:r>
      <w:r>
        <w:t>.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222434" w:rsidRPr="00EB63A2" w:rsidRDefault="00222434" w:rsidP="005E07BA">
      <w:pPr>
        <w:pStyle w:val="Text2-1"/>
        <w:rPr>
          <w:b/>
        </w:rPr>
      </w:pPr>
      <w:r w:rsidRPr="00EB63A2">
        <w:rPr>
          <w:b/>
        </w:rPr>
        <w:lastRenderedPageBreak/>
        <w:t xml:space="preserve">Položky odpadů označené Variantou 901 až 999 uchazeč neoceňuje v jednotlivých SO/PS. Tyto položky </w:t>
      </w:r>
      <w:r w:rsidR="00D20741" w:rsidRPr="00EB63A2">
        <w:rPr>
          <w:b/>
        </w:rPr>
        <w:t xml:space="preserve">oceňuje </w:t>
      </w:r>
      <w:r w:rsidRPr="00EB63A2">
        <w:rPr>
          <w:b/>
        </w:rPr>
        <w:t>v</w:t>
      </w:r>
      <w:r w:rsidR="00D20741" w:rsidRPr="00EB63A2">
        <w:rPr>
          <w:b/>
        </w:rPr>
        <w:t xml:space="preserve"> objektu </w:t>
      </w:r>
      <w:r w:rsidRPr="00EB63A2">
        <w:rPr>
          <w:b/>
        </w:rPr>
        <w:t>SO 90-90.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F5186B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1135B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0E7" w:rsidRDefault="004360E7" w:rsidP="00962258">
      <w:pPr>
        <w:spacing w:after="0" w:line="240" w:lineRule="auto"/>
      </w:pPr>
      <w:r>
        <w:separator/>
      </w:r>
    </w:p>
  </w:endnote>
  <w:endnote w:type="continuationSeparator" w:id="0">
    <w:p w:rsidR="004360E7" w:rsidRDefault="004360E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5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35B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1135B5" w:rsidP="00C87634">
          <w:pPr>
            <w:pStyle w:val="Zpatvpravo"/>
          </w:pPr>
          <w:r>
            <w:t>T</w:t>
          </w:r>
          <w:r w:rsidR="00CF0EF4" w:rsidRPr="003462EB">
            <w:t>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5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35B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4360E7" w:rsidP="00CF0EF4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804045" r:id="rId2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0E7" w:rsidRDefault="004360E7" w:rsidP="00962258">
      <w:pPr>
        <w:spacing w:after="0" w:line="240" w:lineRule="auto"/>
      </w:pPr>
      <w:r>
        <w:separator/>
      </w:r>
    </w:p>
  </w:footnote>
  <w:footnote w:type="continuationSeparator" w:id="0">
    <w:p w:rsidR="004360E7" w:rsidRDefault="004360E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38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35B5"/>
    <w:rsid w:val="00114472"/>
    <w:rsid w:val="00114988"/>
    <w:rsid w:val="00115069"/>
    <w:rsid w:val="001150F2"/>
    <w:rsid w:val="0014647F"/>
    <w:rsid w:val="00146BCB"/>
    <w:rsid w:val="00147638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27794"/>
    <w:rsid w:val="004360E7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05D81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6E3638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86EDA"/>
    <w:rsid w:val="00C90F19"/>
    <w:rsid w:val="00C95162"/>
    <w:rsid w:val="00CB6A37"/>
    <w:rsid w:val="00CB7684"/>
    <w:rsid w:val="00CC7C8F"/>
    <w:rsid w:val="00CD1FC4"/>
    <w:rsid w:val="00CF0EF4"/>
    <w:rsid w:val="00D01996"/>
    <w:rsid w:val="00D034A0"/>
    <w:rsid w:val="00D20741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B63A2"/>
    <w:rsid w:val="00ED0703"/>
    <w:rsid w:val="00ED14BD"/>
    <w:rsid w:val="00F016C7"/>
    <w:rsid w:val="00F12DEC"/>
    <w:rsid w:val="00F1715C"/>
    <w:rsid w:val="00F213B7"/>
    <w:rsid w:val="00F24034"/>
    <w:rsid w:val="00F310F8"/>
    <w:rsid w:val="00F35939"/>
    <w:rsid w:val="00F45607"/>
    <w:rsid w:val="00F4722B"/>
    <w:rsid w:val="00F5186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973CB1C"/>
  <w14:defaultImageDpi w14:val="32767"/>
  <w15:docId w15:val="{E04C2A83-C74B-49D0-870A-3DB247E6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EB63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0\17_R_OT&#218;%20D&#283;&#269;&#237;n%20v&#253;chod%20(mimo)%20-%20D&#283;&#269;&#237;n-Prost&#345;edn&#237;%20&#381;leb%20(mimo)\Profil\D&#237;l%204%20Soupis%20prac&#237;%20s%20v&#253;kazem%20v&#253;m&#283;r\Koment&#225;&#345;%20k%20soupisu%20prac&#237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DC17D55936241B690BE30257CA80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D9C8B2-BE97-4B57-A35E-21AAD1059FDD}"/>
      </w:docPartPr>
      <w:docPartBody>
        <w:p w:rsidR="00000000" w:rsidRDefault="00F9564D">
          <w:pPr>
            <w:pStyle w:val="3DC17D55936241B690BE30257CA805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4D"/>
    <w:rsid w:val="00F9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DC17D55936241B690BE30257CA805A1">
    <w:name w:val="3DC17D55936241B690BE30257CA805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C48D23-055D-49C0-AEB9-E4D5C1C5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Komentář k soupisu prací.dotx</Template>
  <TotalTime>4</TotalTime>
  <Pages>6</Pages>
  <Words>1857</Words>
  <Characters>10962</Characters>
  <Application>Microsoft Office Word</Application>
  <DocSecurity>0</DocSecurity>
  <Lines>91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Uživatel systému Windows</dc:creator>
  <cp:lastModifiedBy>Šedová Jana, Ing.</cp:lastModifiedBy>
  <cp:revision>4</cp:revision>
  <cp:lastPrinted>2019-03-13T10:28:00Z</cp:lastPrinted>
  <dcterms:created xsi:type="dcterms:W3CDTF">2020-12-18T12:37:00Z</dcterms:created>
  <dcterms:modified xsi:type="dcterms:W3CDTF">2020-12-18T12:41:00Z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